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E3E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00EAFB" w14:textId="2E5BC43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7190E">
        <w:rPr>
          <w:rFonts w:ascii="Corbel" w:hAnsi="Corbel"/>
          <w:i/>
          <w:smallCaps/>
          <w:sz w:val="24"/>
          <w:szCs w:val="24"/>
        </w:rPr>
        <w:t>2022</w:t>
      </w:r>
      <w:r w:rsidR="008C4DD4">
        <w:rPr>
          <w:rFonts w:ascii="Corbel" w:hAnsi="Corbel"/>
          <w:i/>
          <w:smallCaps/>
          <w:sz w:val="24"/>
          <w:szCs w:val="24"/>
        </w:rPr>
        <w:t xml:space="preserve"> </w:t>
      </w:r>
      <w:r w:rsidR="000C75DD">
        <w:rPr>
          <w:rFonts w:ascii="Corbel" w:hAnsi="Corbel"/>
          <w:i/>
          <w:smallCaps/>
          <w:sz w:val="24"/>
          <w:szCs w:val="24"/>
        </w:rPr>
        <w:t>- 2025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45C3C9A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22</w:t>
      </w:r>
      <w:r w:rsidR="00D76F07">
        <w:rPr>
          <w:rFonts w:ascii="Corbel" w:hAnsi="Corbel"/>
          <w:sz w:val="20"/>
          <w:szCs w:val="20"/>
        </w:rPr>
        <w:t>/202</w:t>
      </w:r>
      <w:r w:rsidR="000C75DD">
        <w:rPr>
          <w:rFonts w:ascii="Corbel" w:hAnsi="Corbel"/>
          <w:sz w:val="20"/>
          <w:szCs w:val="20"/>
        </w:rPr>
        <w:t>3</w:t>
      </w:r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34CE91E9" w:rsidR="0085747A" w:rsidRPr="009C54AE" w:rsidRDefault="00E968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5ED85663" w:rsidR="0085747A" w:rsidRPr="009C54AE" w:rsidRDefault="005D4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09F73E16" w:rsidR="0085747A" w:rsidRPr="009C54AE" w:rsidRDefault="005D4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2E2A2044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968F2">
              <w:rPr>
                <w:rFonts w:ascii="Corbel" w:hAnsi="Corbel"/>
                <w:b w:val="0"/>
                <w:sz w:val="24"/>
                <w:szCs w:val="24"/>
              </w:rPr>
              <w:t>, specjalność</w:t>
            </w:r>
            <w:r w:rsidR="00273107">
              <w:rPr>
                <w:rFonts w:ascii="Corbel" w:hAnsi="Corbel"/>
                <w:b w:val="0"/>
                <w:sz w:val="24"/>
                <w:szCs w:val="24"/>
              </w:rPr>
              <w:t xml:space="preserve"> – pedagogika resocjalizacyjna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12BB95B2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7310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27C17AD8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0C75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3A232B3" w:rsidR="0085747A" w:rsidRPr="009C54AE" w:rsidRDefault="00BE2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4D99F4B5" w:rsidR="00015B8F" w:rsidRPr="009C54AE" w:rsidRDefault="000C75DD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77777777" w:rsidR="00015B8F" w:rsidRPr="009C54AE" w:rsidRDefault="0042053F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06CB09A0" w:rsidR="00015B8F" w:rsidRPr="009C54AE" w:rsidRDefault="004C39F3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5C3F2397" w:rsidR="00015B8F" w:rsidRPr="009C54AE" w:rsidRDefault="004C39F3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74A736AF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264DAD8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3682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psycho</w:t>
            </w:r>
            <w:r w:rsidRPr="00963682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także polityki karnej</w:t>
            </w:r>
            <w:r w:rsidRPr="00963682">
              <w:rPr>
                <w:rFonts w:ascii="Corbel" w:hAnsi="Corbel"/>
                <w:b w:val="0"/>
                <w:smallCaps w:val="0"/>
              </w:rPr>
              <w:t>,</w:t>
            </w:r>
            <w:r w:rsidRPr="00963682">
              <w:rPr>
                <w:rFonts w:ascii="Corbel" w:hAnsi="Corbel"/>
              </w:rPr>
              <w:t xml:space="preserve"> 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odbywającymi karę pozbawienia </w:t>
            </w:r>
            <w:r w:rsidRPr="00963682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 xml:space="preserve"> (perspektywa osadzonego i wychowawcy),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>wzmacniania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konstruktywnych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9C54AE" w14:paraId="3BBB6A47" w14:textId="77777777" w:rsidTr="007D1EF3">
        <w:tc>
          <w:tcPr>
            <w:tcW w:w="845" w:type="dxa"/>
            <w:vAlign w:val="center"/>
          </w:tcPr>
          <w:p w14:paraId="5B92E98E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E16CCCC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5A49AB0D" w14:textId="77777777" w:rsidTr="007D1EF3">
        <w:tc>
          <w:tcPr>
            <w:tcW w:w="845" w:type="dxa"/>
            <w:vAlign w:val="center"/>
          </w:tcPr>
          <w:p w14:paraId="1FE8FA2A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7D1E4F7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historią rozwoju myśli penitencjarnej oraz podstawowymi regulacjami prawnymi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40BE81D0" w14:textId="77777777" w:rsidTr="007D1EF3">
        <w:tc>
          <w:tcPr>
            <w:tcW w:w="845" w:type="dxa"/>
            <w:vAlign w:val="center"/>
          </w:tcPr>
          <w:p w14:paraId="5733EAF6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DC9C604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O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dniesienie się do współczesnych problemów więziennictwa w obszarze europejskim i pozaeuropejskim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105F1BF6" w14:textId="77777777" w:rsidTr="007D1EF3">
        <w:tc>
          <w:tcPr>
            <w:tcW w:w="845" w:type="dxa"/>
            <w:vAlign w:val="center"/>
          </w:tcPr>
          <w:p w14:paraId="6786D3DD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A7AB42E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W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skazanie znaczących obszarów praktyki penitencjarnej w odniesieniu do wybranych grup skazanych w polskim systemie penitencjarnym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6F027E82" w14:textId="77777777" w:rsidTr="007D1EF3">
        <w:tc>
          <w:tcPr>
            <w:tcW w:w="845" w:type="dxa"/>
            <w:vAlign w:val="center"/>
          </w:tcPr>
          <w:p w14:paraId="2BC05847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14:paraId="0D076035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U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wrażliwienie na sytuacje trudne związane z funkcjonowaniem w instytucji o charakterze totalnym oraz na zjawisko stresu organizacyjnego pracowników instytucji penitencjarnych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0BB">
        <w:rPr>
          <w:rFonts w:ascii="Corbel" w:hAnsi="Corbel"/>
          <w:b/>
          <w:sz w:val="24"/>
          <w:szCs w:val="24"/>
        </w:rPr>
        <w:t xml:space="preserve">3.2 </w:t>
      </w:r>
      <w:r w:rsidR="001D7B54" w:rsidRPr="005840BB">
        <w:rPr>
          <w:rFonts w:ascii="Corbel" w:hAnsi="Corbel"/>
          <w:b/>
          <w:sz w:val="24"/>
          <w:szCs w:val="24"/>
        </w:rPr>
        <w:t xml:space="preserve">Efekty </w:t>
      </w:r>
      <w:r w:rsidR="00C05F44" w:rsidRPr="005840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40BB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28750C9" w14:textId="77777777" w:rsidR="00BB2F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2E287451" w:rsidR="0085747A" w:rsidRPr="009C54AE" w:rsidRDefault="00BB2FEC" w:rsidP="00BB2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9C54AE" w14:paraId="54B84C69" w14:textId="77777777" w:rsidTr="00882095">
        <w:tc>
          <w:tcPr>
            <w:tcW w:w="1681" w:type="dxa"/>
          </w:tcPr>
          <w:p w14:paraId="3D9744F7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534B8007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poda ważniejsze definicje oraz regulacje prawne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w przestrzeni których porusza się pedagog penitencjarny</w:t>
            </w:r>
          </w:p>
        </w:tc>
        <w:tc>
          <w:tcPr>
            <w:tcW w:w="1865" w:type="dxa"/>
          </w:tcPr>
          <w:p w14:paraId="204F40F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76B26B2" w14:textId="12258A94" w:rsidR="00EA078E" w:rsidRPr="009C54AE" w:rsidRDefault="00EA078E" w:rsidP="0080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1196572A" w14:textId="77777777" w:rsidTr="00882095">
        <w:tc>
          <w:tcPr>
            <w:tcW w:w="1681" w:type="dxa"/>
          </w:tcPr>
          <w:p w14:paraId="3D583881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6BBA3690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wymieni czynnik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>, osobowościo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we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i instytucjona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lne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 xml:space="preserve">zidentyfikuje </w:t>
            </w:r>
            <w:r w:rsidRPr="0042053F">
              <w:rPr>
                <w:rFonts w:ascii="Corbel" w:hAnsi="Corbel"/>
                <w:b w:val="0"/>
                <w:smallCaps w:val="0"/>
              </w:rPr>
              <w:t>relacj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między nimi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z perspektywy funkcjonowania jednostki w warunkach zakładu karnego</w:t>
            </w:r>
          </w:p>
        </w:tc>
        <w:tc>
          <w:tcPr>
            <w:tcW w:w="1865" w:type="dxa"/>
          </w:tcPr>
          <w:p w14:paraId="0BBA4D52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ECD438" w14:textId="45420198" w:rsidR="00916123" w:rsidRPr="009C54AE" w:rsidRDefault="0091612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75ECCF62" w14:textId="77777777" w:rsidTr="00882095">
        <w:tc>
          <w:tcPr>
            <w:tcW w:w="1681" w:type="dxa"/>
          </w:tcPr>
          <w:p w14:paraId="4F9AB289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CC00829" w14:textId="61CC178A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rozróżni sposoby postępowania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penitencjarnego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odniesieniu do najważniejszych grup skazanych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polskim systemie penitencjarnym</w:t>
            </w:r>
          </w:p>
        </w:tc>
        <w:tc>
          <w:tcPr>
            <w:tcW w:w="1865" w:type="dxa"/>
          </w:tcPr>
          <w:p w14:paraId="11478D2B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E05F74A" w14:textId="1043F60B" w:rsidR="00940CFD" w:rsidRPr="009C54AE" w:rsidRDefault="00940CF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FE71D9F" w14:textId="77777777" w:rsidTr="00882095">
        <w:tc>
          <w:tcPr>
            <w:tcW w:w="1681" w:type="dxa"/>
          </w:tcPr>
          <w:p w14:paraId="18DCEC66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E65BA07" w14:textId="6DAFF241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bieg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logiczn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ie zilustruje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złożon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skomplikowan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problem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y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w kontekście czynników determinujących przestępczość</w:t>
            </w:r>
          </w:p>
        </w:tc>
        <w:tc>
          <w:tcPr>
            <w:tcW w:w="1865" w:type="dxa"/>
          </w:tcPr>
          <w:p w14:paraId="714F2446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F9E887E" w14:textId="1A42C4F6" w:rsidR="0073655D" w:rsidRPr="009C54AE" w:rsidRDefault="0073655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464050D6" w14:textId="77777777" w:rsidTr="00882095">
        <w:tc>
          <w:tcPr>
            <w:tcW w:w="1681" w:type="dxa"/>
          </w:tcPr>
          <w:p w14:paraId="30681A0E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4BC54E4" w14:textId="7EB676CF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zaprojektuje wybrane aspekty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Pr="0042053F">
              <w:rPr>
                <w:rFonts w:ascii="Corbel" w:hAnsi="Corbel"/>
                <w:b w:val="0"/>
                <w:smallCaps w:val="0"/>
              </w:rPr>
              <w:t>u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resocjalizacji penitencjarnej posługując się zasadami i normami etycznymi przewidując skutki konkretnych działań </w:t>
            </w:r>
            <w:r w:rsidR="00BB2C76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warunkach zakładu karnego z perspektywy społecznej reintegracji osób odbywających karę pozbawienia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</w:p>
        </w:tc>
        <w:tc>
          <w:tcPr>
            <w:tcW w:w="1865" w:type="dxa"/>
          </w:tcPr>
          <w:p w14:paraId="6811857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14:paraId="326A45FA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03393F5C" w14:textId="0E8AD75B" w:rsidR="00B03253" w:rsidRPr="009C54AE" w:rsidRDefault="00B0325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6B6006E2" w14:textId="77777777" w:rsidTr="00882095">
        <w:tc>
          <w:tcPr>
            <w:tcW w:w="1681" w:type="dxa"/>
          </w:tcPr>
          <w:p w14:paraId="2C6A063A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7A7D9970" w14:textId="51EA14EB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wyjaśni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jakim stopniu system penitencjarny i jego elementy sprzyjają readaptacji społecznej skazanych oraz jaki jest zakres potrzeb osób pozbawionych wolności którzy chcą po zwolnieniu rozpocząć życie zgodne </w:t>
            </w:r>
            <w:r w:rsidR="00BB2C76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z prawem</w:t>
            </w:r>
          </w:p>
        </w:tc>
        <w:tc>
          <w:tcPr>
            <w:tcW w:w="1865" w:type="dxa"/>
          </w:tcPr>
          <w:p w14:paraId="5B0A63F0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744AA2" w14:textId="7F746432" w:rsidR="00B37245" w:rsidRPr="009C54AE" w:rsidRDefault="00B37245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127A8A7" w14:textId="77777777" w:rsidTr="00882095">
        <w:tc>
          <w:tcPr>
            <w:tcW w:w="1681" w:type="dxa"/>
          </w:tcPr>
          <w:p w14:paraId="5DF50ABB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1CA980E0" w14:textId="697202C1" w:rsidR="005B062B" w:rsidRPr="0042053F" w:rsidRDefault="005E0126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określi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sytuacj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trudn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związa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ne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z funkcjonowaniem </w:t>
            </w:r>
            <w:r w:rsidR="00BB2C76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instytucji o charakterze totalnym oraz czynników determinujących zjawisko stresu pracowników instytucji penitencjarnych co stanowi motywację do doskonalenia swoich umiejętności zawodowych oraz podnoszenia kwalifikacji</w:t>
            </w:r>
          </w:p>
        </w:tc>
        <w:tc>
          <w:tcPr>
            <w:tcW w:w="1865" w:type="dxa"/>
          </w:tcPr>
          <w:p w14:paraId="6783D087" w14:textId="77777777" w:rsidR="005B062B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DC1DC28" w14:textId="2F34BD76" w:rsidR="003F0E40" w:rsidRPr="009C54AE" w:rsidRDefault="003F0E40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57CD0" w:rsidRPr="009C54AE" w14:paraId="113CA7CF" w14:textId="77777777" w:rsidTr="00F57CD0">
        <w:tc>
          <w:tcPr>
            <w:tcW w:w="9520" w:type="dxa"/>
          </w:tcPr>
          <w:p w14:paraId="74523809" w14:textId="69901D68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Historia więziennictwa w Polsce.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08950326" w:rsidR="00670EE5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Struktura systemu penitencjarnego w Polsce.</w:t>
            </w:r>
          </w:p>
        </w:tc>
      </w:tr>
      <w:tr w:rsidR="00F57CD0" w:rsidRPr="009C54AE" w14:paraId="62539DB9" w14:textId="77777777" w:rsidTr="00F57CD0">
        <w:tc>
          <w:tcPr>
            <w:tcW w:w="9520" w:type="dxa"/>
          </w:tcPr>
          <w:p w14:paraId="5EFE7176" w14:textId="5B3B9A1E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Prawne podstawy resocjalizacji penitencjarnej.</w:t>
            </w:r>
          </w:p>
        </w:tc>
      </w:tr>
      <w:tr w:rsidR="002E7FA3" w:rsidRPr="009C54AE" w14:paraId="16DCFAFE" w14:textId="77777777" w:rsidTr="00F57CD0">
        <w:tc>
          <w:tcPr>
            <w:tcW w:w="9520" w:type="dxa"/>
          </w:tcPr>
          <w:p w14:paraId="68260D66" w14:textId="36959C32" w:rsidR="002E7FA3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Środki oddziaływania penitencjarnego a proces zmiany, korekty, rewaloryzacji. Standardy psychopedagogiczne, społeczne i prawne. ERW a Reguły Nelsona Mandeli.</w:t>
            </w:r>
          </w:p>
        </w:tc>
      </w:tr>
      <w:tr w:rsidR="00F57CD0" w:rsidRPr="009C54AE" w14:paraId="1174FB4B" w14:textId="77777777" w:rsidTr="00F57CD0">
        <w:tc>
          <w:tcPr>
            <w:tcW w:w="9520" w:type="dxa"/>
          </w:tcPr>
          <w:p w14:paraId="3CD6A497" w14:textId="15CB0880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Instytucjonalne, społeczne, podmiotowe determinanty</w:t>
            </w:r>
            <w:r>
              <w:rPr>
                <w:rFonts w:ascii="Corbel" w:hAnsi="Corbel"/>
                <w:sz w:val="24"/>
              </w:rPr>
              <w:t xml:space="preserve"> funkcjonowania w</w:t>
            </w:r>
            <w:r w:rsidRPr="0042053F">
              <w:rPr>
                <w:rFonts w:ascii="Corbel" w:hAnsi="Corbel"/>
                <w:sz w:val="24"/>
              </w:rPr>
              <w:t xml:space="preserve"> izolacji więziennej: proces prizonizacji, deprywacja potrzeb, poczucie osamotnienia.</w:t>
            </w:r>
          </w:p>
        </w:tc>
      </w:tr>
      <w:tr w:rsidR="00F57CD0" w:rsidRPr="009C54AE" w14:paraId="56275EF3" w14:textId="77777777" w:rsidTr="00F57CD0">
        <w:tc>
          <w:tcPr>
            <w:tcW w:w="9520" w:type="dxa"/>
          </w:tcPr>
          <w:p w14:paraId="4FD915D5" w14:textId="3BEA075B" w:rsidR="00F57CD0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9C54AE" w14:paraId="24550773" w14:textId="77777777" w:rsidTr="00F57CD0">
        <w:tc>
          <w:tcPr>
            <w:tcW w:w="9520" w:type="dxa"/>
          </w:tcPr>
          <w:p w14:paraId="3F727090" w14:textId="1D153B0E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Podkultura więzienna i jej przejawy, tatuaż więzienny, wytwory pracy </w:t>
            </w:r>
            <w:r w:rsidR="00824EF4">
              <w:rPr>
                <w:rFonts w:ascii="Corbel" w:hAnsi="Corbel"/>
                <w:sz w:val="24"/>
              </w:rPr>
              <w:t>osadzonych</w:t>
            </w:r>
            <w:r w:rsidRPr="0042053F">
              <w:rPr>
                <w:rFonts w:ascii="Corbel" w:hAnsi="Corbel"/>
                <w:sz w:val="24"/>
              </w:rPr>
              <w:t>.</w:t>
            </w:r>
          </w:p>
        </w:tc>
      </w:tr>
      <w:tr w:rsidR="00F57CD0" w:rsidRPr="009C54AE" w14:paraId="70ADAF9F" w14:textId="77777777" w:rsidTr="00F57CD0">
        <w:tc>
          <w:tcPr>
            <w:tcW w:w="9520" w:type="dxa"/>
          </w:tcPr>
          <w:p w14:paraId="6D0B9706" w14:textId="776D24C9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problemu autoagresji wśród osadzonych.</w:t>
            </w:r>
          </w:p>
        </w:tc>
      </w:tr>
      <w:tr w:rsidR="00F57CD0" w:rsidRPr="009C54AE" w14:paraId="30FA748D" w14:textId="77777777" w:rsidTr="00F57CD0">
        <w:tc>
          <w:tcPr>
            <w:tcW w:w="9520" w:type="dxa"/>
          </w:tcPr>
          <w:p w14:paraId="52375D13" w14:textId="4FA86B5D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kobiet.</w:t>
            </w:r>
          </w:p>
        </w:tc>
      </w:tr>
      <w:tr w:rsidR="00F57CD0" w:rsidRPr="009C54AE" w14:paraId="6635458C" w14:textId="77777777" w:rsidTr="00F57CD0">
        <w:tc>
          <w:tcPr>
            <w:tcW w:w="9520" w:type="dxa"/>
          </w:tcPr>
          <w:p w14:paraId="1356061D" w14:textId="00BCDC97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skazanych na kary długoterminowe.</w:t>
            </w:r>
          </w:p>
        </w:tc>
      </w:tr>
      <w:tr w:rsidR="00F57CD0" w:rsidRPr="009C54AE" w14:paraId="0F0C0365" w14:textId="77777777" w:rsidTr="00F57CD0">
        <w:tc>
          <w:tcPr>
            <w:tcW w:w="9520" w:type="dxa"/>
          </w:tcPr>
          <w:p w14:paraId="24BA02D9" w14:textId="2E2188A2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Wybrane aspekty procesu readaptacji społecznej osadzonych.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F64581">
        <w:tc>
          <w:tcPr>
            <w:tcW w:w="9520" w:type="dxa"/>
          </w:tcPr>
          <w:p w14:paraId="7832BA53" w14:textId="77777777" w:rsidR="0085747A" w:rsidRPr="00F645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E2493" w:rsidRPr="009C54AE" w14:paraId="2746A542" w14:textId="77777777" w:rsidTr="00F64581">
        <w:tc>
          <w:tcPr>
            <w:tcW w:w="9520" w:type="dxa"/>
          </w:tcPr>
          <w:p w14:paraId="040AA41D" w14:textId="5D773287" w:rsidR="004E2493" w:rsidRPr="004E2493" w:rsidRDefault="004E249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493">
              <w:rPr>
                <w:rFonts w:ascii="Corbel" w:hAnsi="Corbel"/>
                <w:sz w:val="24"/>
                <w:szCs w:val="24"/>
              </w:rPr>
              <w:t xml:space="preserve">Problematyka </w:t>
            </w:r>
            <w:r>
              <w:rPr>
                <w:rFonts w:ascii="Corbel" w:hAnsi="Corbel"/>
                <w:sz w:val="24"/>
                <w:szCs w:val="24"/>
              </w:rPr>
              <w:t>kary, sensu kary pozbawienia wolności, podmiotowości</w:t>
            </w:r>
            <w:r w:rsidR="00CB1F33">
              <w:rPr>
                <w:rFonts w:ascii="Corbel" w:hAnsi="Corbel"/>
                <w:sz w:val="24"/>
                <w:szCs w:val="24"/>
              </w:rPr>
              <w:t xml:space="preserve"> i sprawiedliwości.</w:t>
            </w:r>
          </w:p>
        </w:tc>
      </w:tr>
      <w:tr w:rsidR="004E2493" w:rsidRPr="009C54AE" w14:paraId="10F6A35B" w14:textId="77777777" w:rsidTr="00F64581">
        <w:tc>
          <w:tcPr>
            <w:tcW w:w="9520" w:type="dxa"/>
          </w:tcPr>
          <w:p w14:paraId="6840973B" w14:textId="2312BE7A" w:rsidR="004E2493" w:rsidRPr="00CB1F33" w:rsidRDefault="00CB1F3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penitencjarna w ujęciu normatywnym i pedagogicznym.</w:t>
            </w:r>
          </w:p>
        </w:tc>
      </w:tr>
      <w:tr w:rsidR="00CB1F33" w:rsidRPr="009C54AE" w14:paraId="097BFE65" w14:textId="77777777" w:rsidTr="00F64581">
        <w:tc>
          <w:tcPr>
            <w:tcW w:w="9520" w:type="dxa"/>
          </w:tcPr>
          <w:p w14:paraId="63107597" w14:textId="647CA5C3" w:rsidR="00CB1F33" w:rsidRPr="00CB1F33" w:rsidRDefault="00CB1F33" w:rsidP="00C44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Paradygmat sprawiedliwości naprawczej, definiowanie, podstawy sprawiedliwości naprawczej, źródła, wartości i zasady sprawiedliwości naprawczej, relacja przestępca </w:t>
            </w:r>
            <w:r w:rsidR="00C44C3B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ofiara</w:t>
            </w:r>
            <w:r w:rsidR="00C44C3B">
              <w:rPr>
                <w:rFonts w:ascii="Corbel" w:hAnsi="Corbel"/>
                <w:sz w:val="24"/>
                <w:szCs w:val="24"/>
              </w:rPr>
              <w:t xml:space="preserve"> – społeczność, formy i praktyki sprawiedliwości naprawczej, zalety i wady sprawiedliwości naprawczej.</w:t>
            </w:r>
          </w:p>
        </w:tc>
      </w:tr>
      <w:tr w:rsidR="00CB1F33" w:rsidRPr="009C54AE" w14:paraId="34E7A1DA" w14:textId="77777777" w:rsidTr="00F64581">
        <w:tc>
          <w:tcPr>
            <w:tcW w:w="9520" w:type="dxa"/>
          </w:tcPr>
          <w:p w14:paraId="68E85A93" w14:textId="3B174637" w:rsidR="00CB1F33" w:rsidRPr="00CB1F33" w:rsidRDefault="00CB1F33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Modele pracy penitencjarnej: resocjalizacyjny, pomocowy, urzędowy.</w:t>
            </w:r>
          </w:p>
        </w:tc>
      </w:tr>
      <w:tr w:rsidR="00C44C3B" w:rsidRPr="009C54AE" w14:paraId="551D721C" w14:textId="77777777" w:rsidTr="00F64581">
        <w:tc>
          <w:tcPr>
            <w:tcW w:w="9520" w:type="dxa"/>
          </w:tcPr>
          <w:p w14:paraId="5F36D1DA" w14:textId="41F2064A" w:rsidR="00C44C3B" w:rsidRPr="0042053F" w:rsidRDefault="00C44C3B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Indywidualny Program Oddziaływań – propozycja czy obowiązek.</w:t>
            </w:r>
          </w:p>
        </w:tc>
      </w:tr>
      <w:tr w:rsidR="00CB1F33" w:rsidRPr="009C54AE" w14:paraId="40684021" w14:textId="77777777" w:rsidTr="00F64581">
        <w:tc>
          <w:tcPr>
            <w:tcW w:w="9520" w:type="dxa"/>
          </w:tcPr>
          <w:p w14:paraId="5CFF1227" w14:textId="53388520" w:rsidR="00CB1F33" w:rsidRPr="00CB1F33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</w:rPr>
              <w:t xml:space="preserve">Rola rodziny </w:t>
            </w:r>
            <w:r w:rsidR="00C44C3B">
              <w:rPr>
                <w:rFonts w:ascii="Corbel" w:hAnsi="Corbel"/>
                <w:sz w:val="24"/>
              </w:rPr>
              <w:t xml:space="preserve">i jej znaczenie </w:t>
            </w:r>
            <w:r w:rsidRPr="00CB1F33">
              <w:rPr>
                <w:rFonts w:ascii="Corbel" w:hAnsi="Corbel"/>
                <w:sz w:val="24"/>
              </w:rPr>
              <w:t>w procesie resocjalizacji penitencjarnej.</w:t>
            </w:r>
            <w:r w:rsidR="00FD709C">
              <w:rPr>
                <w:rFonts w:ascii="Corbel" w:hAnsi="Corbel"/>
                <w:sz w:val="24"/>
              </w:rPr>
              <w:t xml:space="preserve"> </w:t>
            </w:r>
            <w:r w:rsidR="005E51A4" w:rsidRPr="005E51A4">
              <w:rPr>
                <w:rFonts w:ascii="Corbel" w:hAnsi="Corbel"/>
                <w:sz w:val="24"/>
              </w:rPr>
              <w:t>Standardy, rozwiązania prawne regulujące postępowanie penitencjarne w obszarze podtrzymywania i wzmacniania więzi osadzonych z ich dziećmi</w:t>
            </w:r>
            <w:r w:rsidR="005E51A4">
              <w:rPr>
                <w:rFonts w:ascii="Corbel" w:hAnsi="Corbel"/>
                <w:sz w:val="24"/>
              </w:rPr>
              <w:t>.</w:t>
            </w:r>
          </w:p>
        </w:tc>
      </w:tr>
      <w:tr w:rsidR="00CB1F33" w:rsidRPr="009C54AE" w14:paraId="5C97E46E" w14:textId="77777777" w:rsidTr="00F64581">
        <w:tc>
          <w:tcPr>
            <w:tcW w:w="9520" w:type="dxa"/>
          </w:tcPr>
          <w:p w14:paraId="7A710348" w14:textId="622CCD4F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Duszpasterstwo więzienne i jego znaczenie w procesie resocjalizacji penitencjarnej.</w:t>
            </w:r>
          </w:p>
        </w:tc>
      </w:tr>
      <w:tr w:rsidR="00CB1F33" w:rsidRPr="009C54AE" w14:paraId="5D41CCEF" w14:textId="77777777" w:rsidTr="00F64581">
        <w:tc>
          <w:tcPr>
            <w:tcW w:w="9520" w:type="dxa"/>
          </w:tcPr>
          <w:p w14:paraId="63415AB5" w14:textId="172548CC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Praca i jej znaczenie w procesie resocjalizacji penitencjarnej.</w:t>
            </w:r>
          </w:p>
        </w:tc>
      </w:tr>
      <w:tr w:rsidR="00C44C3B" w:rsidRPr="009C54AE" w14:paraId="36CDC171" w14:textId="77777777" w:rsidTr="00F64581">
        <w:tc>
          <w:tcPr>
            <w:tcW w:w="9520" w:type="dxa"/>
          </w:tcPr>
          <w:p w14:paraId="23741170" w14:textId="42EBCF59" w:rsidR="00C44C3B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Wybrane aspekty wykonywania kary pozbawienia wolności w systemie </w:t>
            </w:r>
            <w:r w:rsidR="000529B7">
              <w:rPr>
                <w:rFonts w:ascii="Corbel" w:hAnsi="Corbel"/>
                <w:sz w:val="24"/>
              </w:rPr>
              <w:t>terapeutycznym.</w:t>
            </w:r>
          </w:p>
        </w:tc>
      </w:tr>
      <w:tr w:rsidR="00CB1F33" w:rsidRPr="009C54AE" w14:paraId="38E19090" w14:textId="77777777" w:rsidTr="00F64581">
        <w:tc>
          <w:tcPr>
            <w:tcW w:w="9520" w:type="dxa"/>
          </w:tcPr>
          <w:p w14:paraId="405FDE57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Twórcza resocjalizacja w procesie oddziaływań penitencjarnych.</w:t>
            </w:r>
          </w:p>
        </w:tc>
      </w:tr>
      <w:tr w:rsidR="00CB1F33" w:rsidRPr="009C54AE" w14:paraId="3391ECFF" w14:textId="77777777" w:rsidTr="00F64581">
        <w:tc>
          <w:tcPr>
            <w:tcW w:w="9520" w:type="dxa"/>
          </w:tcPr>
          <w:p w14:paraId="4073BFCD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Personel więzienny i jego funkcje. Problem stresu organizacyjnego i wypalenia zawodowego funkcjonariuszy Służby Więziennej. Powinności i kompetencje personelu penitencjarnego.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6737170" w14:textId="77777777" w:rsidR="00F407B5" w:rsidRPr="00963682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Wykład:</w:t>
      </w:r>
      <w:r w:rsidRPr="00963682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77777777" w:rsidR="00963682" w:rsidRPr="00C542A5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1EA0725D" w14:textId="77777777" w:rsidTr="009934CC">
        <w:tc>
          <w:tcPr>
            <w:tcW w:w="1985" w:type="dxa"/>
          </w:tcPr>
          <w:p w14:paraId="0DF1E5B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73E5DC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20757CE1" w14:textId="77777777" w:rsidTr="009934CC">
        <w:tc>
          <w:tcPr>
            <w:tcW w:w="1985" w:type="dxa"/>
          </w:tcPr>
          <w:p w14:paraId="0C500FD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73D07DC2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6F1B0FDB" w14:textId="77777777" w:rsidTr="009934CC">
        <w:tc>
          <w:tcPr>
            <w:tcW w:w="1985" w:type="dxa"/>
          </w:tcPr>
          <w:p w14:paraId="564491E3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9D9C9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14:paraId="7C8E032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48EDB04E" w14:textId="77777777" w:rsidTr="009934CC">
        <w:tc>
          <w:tcPr>
            <w:tcW w:w="1985" w:type="dxa"/>
          </w:tcPr>
          <w:p w14:paraId="7C3C42F6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E1C1B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5D0738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7A9CCB4E" w14:textId="77777777" w:rsidTr="009934CC">
        <w:tc>
          <w:tcPr>
            <w:tcW w:w="1985" w:type="dxa"/>
          </w:tcPr>
          <w:p w14:paraId="61917022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7F845DC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2F27DC2A" w14:textId="77777777" w:rsidTr="009934CC">
        <w:tc>
          <w:tcPr>
            <w:tcW w:w="1985" w:type="dxa"/>
          </w:tcPr>
          <w:p w14:paraId="6C306CF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4ED3D1E3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56BAF567" w14:textId="3972EAFD" w:rsidR="00985096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ktywny udział studenta w zajęciach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14:paraId="08ADBE1C" w14:textId="2CF982EF" w:rsidR="000A518D" w:rsidRPr="00963682" w:rsidRDefault="000A518D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Obecność</w:t>
            </w:r>
            <w:r w:rsidR="002009F9">
              <w:rPr>
                <w:rFonts w:ascii="Corbel" w:hAnsi="Corbel"/>
                <w:color w:val="000000"/>
                <w:sz w:val="24"/>
              </w:rPr>
              <w:t xml:space="preserve"> studenta na zajęciach</w:t>
            </w:r>
            <w:r w:rsidR="0020734B">
              <w:rPr>
                <w:rFonts w:ascii="Corbel" w:hAnsi="Corbel"/>
                <w:color w:val="000000"/>
                <w:sz w:val="24"/>
              </w:rPr>
              <w:t>.</w:t>
            </w:r>
          </w:p>
          <w:p w14:paraId="5D65422A" w14:textId="77777777"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985096" w:rsidRPr="00963682">
              <w:rPr>
                <w:rFonts w:ascii="Corbel" w:hAnsi="Corbel"/>
                <w:color w:val="000000"/>
              </w:rPr>
              <w:t>)</w:t>
            </w:r>
            <w:r w:rsidRPr="00963682">
              <w:rPr>
                <w:rFonts w:ascii="Corbel" w:hAnsi="Corbel"/>
                <w:color w:val="000000"/>
              </w:rPr>
              <w:t>.</w:t>
            </w:r>
          </w:p>
          <w:p w14:paraId="10A8259E" w14:textId="3FA8E11F" w:rsidR="0085747A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20734B">
              <w:rPr>
                <w:rFonts w:ascii="Corbel" w:hAnsi="Corbel"/>
                <w:color w:val="000000"/>
                <w:sz w:val="24"/>
              </w:rPr>
              <w:t xml:space="preserve"> (w zakresie ćwiczeń i wykładów).</w:t>
            </w: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1E6FF1AB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49DFFCBC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516510">
              <w:rPr>
                <w:rFonts w:ascii="Corbel" w:hAnsi="Corbel"/>
                <w:sz w:val="24"/>
                <w:szCs w:val="24"/>
              </w:rPr>
              <w:t xml:space="preserve"> w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160073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19" w:type="dxa"/>
            <w:vAlign w:val="center"/>
          </w:tcPr>
          <w:p w14:paraId="1A2A104A" w14:textId="4F7F92C4" w:rsidR="00043CC2" w:rsidRPr="00353D99" w:rsidRDefault="00701E86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3D265763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6DDE">
              <w:rPr>
                <w:rFonts w:ascii="Corbel" w:hAnsi="Corbel"/>
                <w:sz w:val="24"/>
                <w:szCs w:val="24"/>
              </w:rPr>
              <w:t xml:space="preserve"> </w:t>
            </w:r>
            <w:r w:rsidR="003459DC">
              <w:rPr>
                <w:rFonts w:ascii="Corbel" w:hAnsi="Corbel"/>
                <w:sz w:val="24"/>
                <w:szCs w:val="24"/>
              </w:rPr>
              <w:t>do kolokwium,</w:t>
            </w:r>
            <w:r w:rsidR="005D6DDE">
              <w:rPr>
                <w:rFonts w:ascii="Corbel" w:hAnsi="Corbel"/>
                <w:sz w:val="24"/>
                <w:szCs w:val="24"/>
              </w:rPr>
              <w:t xml:space="preserve">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9" w:type="dxa"/>
            <w:vAlign w:val="center"/>
          </w:tcPr>
          <w:p w14:paraId="7D37173B" w14:textId="48F96A33" w:rsidR="00043CC2" w:rsidRPr="00353D99" w:rsidRDefault="000A518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  <w:r w:rsidR="00701E86">
              <w:rPr>
                <w:rFonts w:ascii="Corbel" w:hAnsi="Corbel"/>
              </w:rPr>
              <w:t>0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2DA26537" w14:textId="0F07CDE8"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0A518D">
              <w:rPr>
                <w:rFonts w:ascii="Corbel" w:hAnsi="Corbel"/>
              </w:rPr>
              <w:t>25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06A28C2D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C54AE" w14:paraId="47C5C1B5" w14:textId="77777777" w:rsidTr="0071620A">
        <w:trPr>
          <w:trHeight w:val="397"/>
        </w:trPr>
        <w:tc>
          <w:tcPr>
            <w:tcW w:w="7513" w:type="dxa"/>
          </w:tcPr>
          <w:p w14:paraId="56720500" w14:textId="77777777"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AEB28A" w14:textId="1BA2AE5D" w:rsidR="0012456C" w:rsidRDefault="00E747CE" w:rsidP="008F6E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="008F6EB9"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E747CE">
              <w:rPr>
                <w:rFonts w:ascii="Corbel" w:hAnsi="Corbel"/>
                <w:sz w:val="24"/>
                <w:szCs w:val="24"/>
              </w:rPr>
              <w:t xml:space="preserve"> (red.), </w:t>
            </w:r>
            <w:r w:rsidRPr="00E747CE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</w:t>
            </w:r>
            <w:r w:rsidRPr="00E747CE">
              <w:rPr>
                <w:rFonts w:ascii="Corbel" w:hAnsi="Corbel"/>
                <w:sz w:val="24"/>
                <w:szCs w:val="24"/>
              </w:rPr>
              <w:t xml:space="preserve"> z serii Patologia społeczna, wyd. Uniwersytet Rzeszowski, Rzeszów 2016</w:t>
            </w:r>
            <w:r w:rsidR="008F6EB9">
              <w:rPr>
                <w:rFonts w:ascii="Corbel" w:hAnsi="Corbel"/>
                <w:sz w:val="24"/>
                <w:szCs w:val="24"/>
              </w:rPr>
              <w:t>.</w:t>
            </w:r>
          </w:p>
          <w:p w14:paraId="75F90CD8" w14:textId="7912352A" w:rsidR="0012456C" w:rsidRPr="0012456C" w:rsidRDefault="00975FCA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 w:rsidRPr="00975FCA">
              <w:rPr>
                <w:rFonts w:ascii="Corbel" w:hAnsi="Corbel"/>
                <w:sz w:val="24"/>
                <w:szCs w:val="24"/>
              </w:rPr>
              <w:t xml:space="preserve"> 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>[w:] PEDAGOGIA OJCOSTWA. Nr 2/2017.</w:t>
            </w:r>
          </w:p>
          <w:p w14:paraId="6E6EA4CA" w14:textId="52526F15" w:rsidR="0012456C" w:rsidRPr="0012456C" w:rsidRDefault="00975FCA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 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>[w:] PROBACJA. Nr 3/2017.</w:t>
            </w:r>
          </w:p>
          <w:p w14:paraId="25B4CFFF" w14:textId="2D01CD41" w:rsidR="0012456C" w:rsidRPr="0012456C" w:rsidRDefault="00975FCA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1/2018.</w:t>
            </w:r>
          </w:p>
          <w:p w14:paraId="249C31CB" w14:textId="3CCBC0EC" w:rsidR="0012456C" w:rsidRPr="0012456C" w:rsidRDefault="009E52FF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> [w:] PROBACJA. Nr 1/2018</w:t>
            </w:r>
            <w:r w:rsidR="00975FCA" w:rsidRPr="00975FCA">
              <w:rPr>
                <w:rFonts w:ascii="Corbel" w:hAnsi="Corbel"/>
                <w:sz w:val="24"/>
                <w:szCs w:val="24"/>
              </w:rPr>
              <w:t>.</w:t>
            </w:r>
          </w:p>
          <w:p w14:paraId="077B4C1C" w14:textId="0A497499" w:rsidR="00975FCA" w:rsidRPr="00975FCA" w:rsidRDefault="009E52FF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75FCA" w:rsidRPr="00975FCA"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 w:rsidR="00975FCA" w:rsidRPr="00975FCA"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20237D74" w14:textId="584C10B7" w:rsidR="00975FCA" w:rsidRPr="00975FCA" w:rsidRDefault="009E52FF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</w:t>
            </w:r>
            <w:r w:rsidRPr="009E52FF">
              <w:rPr>
                <w:rFonts w:ascii="Corbel" w:hAnsi="Corbel"/>
                <w:i/>
                <w:iCs/>
                <w:sz w:val="24"/>
                <w:szCs w:val="24"/>
              </w:rPr>
              <w:t xml:space="preserve">., </w:t>
            </w:r>
            <w:r w:rsidR="00975FCA" w:rsidRPr="00975FCA">
              <w:rPr>
                <w:rFonts w:ascii="Corbel" w:hAnsi="Corbel"/>
                <w:i/>
                <w:iCs/>
                <w:sz w:val="24"/>
                <w:szCs w:val="24"/>
              </w:rPr>
              <w:t>Penologiczne Kopciuszki - sytuacja dziecka w rodzinie naznaczonej piętnem uwięzienia z perspektywy rodziców odbywających kary długoterminowe</w:t>
            </w:r>
            <w:r w:rsidR="00975FCA" w:rsidRPr="00975FCA"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0C909639" w14:textId="4A38E19E" w:rsidR="00975FCA" w:rsidRPr="00975FCA" w:rsidRDefault="009E52FF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75FCA" w:rsidRPr="00975FCA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</w:t>
            </w:r>
            <w:r w:rsidR="00975FCA" w:rsidRPr="00975FCA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33(4)/2020.</w:t>
            </w:r>
          </w:p>
          <w:p w14:paraId="21DFBC56" w14:textId="73A16EA3" w:rsidR="00975FCA" w:rsidRPr="00975FCA" w:rsidRDefault="009E52FF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75FCA" w:rsidRPr="00975FCA"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 w:rsidR="00975FCA" w:rsidRPr="00975FCA"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275B2C25" w14:textId="3D5DBE76" w:rsidR="0012456C" w:rsidRPr="00E747CE" w:rsidRDefault="009B1DA6" w:rsidP="008F6E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proofErr w:type="spellStart"/>
            <w:r w:rsidRPr="009B1DA6">
              <w:rPr>
                <w:rFonts w:ascii="Corbel" w:hAnsi="Corbel"/>
                <w:i/>
                <w:iCs/>
                <w:sz w:val="24"/>
                <w:szCs w:val="24"/>
              </w:rPr>
              <w:t>What</w:t>
            </w:r>
            <w:proofErr w:type="spellEnd"/>
            <w:r w:rsidRPr="009B1DA6">
              <w:rPr>
                <w:rFonts w:ascii="Corbel" w:hAnsi="Corbel"/>
                <w:i/>
                <w:iCs/>
                <w:sz w:val="24"/>
                <w:szCs w:val="24"/>
              </w:rPr>
              <w:t xml:space="preserve"> Works? Wolność – godność – tożsamość fenomenem w kontekście pracy z więźniami odbywającymi karę dożywotniego pozbawienia wolności</w:t>
            </w:r>
            <w:r w:rsidRPr="009B1DA6">
              <w:rPr>
                <w:rFonts w:ascii="Corbel" w:hAnsi="Corbel"/>
                <w:sz w:val="24"/>
                <w:szCs w:val="24"/>
              </w:rPr>
              <w:t xml:space="preserve"> [w:] Dożywotni więźniowie. Najgorsi z najgorszych i źli stale, red. M. </w:t>
            </w:r>
            <w:proofErr w:type="spellStart"/>
            <w:r w:rsidRPr="009B1DA6"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 w:rsidRPr="009B1DA6">
              <w:rPr>
                <w:rFonts w:ascii="Corbel" w:hAnsi="Corbel"/>
                <w:sz w:val="24"/>
                <w:szCs w:val="24"/>
              </w:rPr>
              <w:t xml:space="preserve">, J. Klimczak, Wydawnictwa </w:t>
            </w:r>
            <w:r w:rsidRPr="009B1DA6">
              <w:rPr>
                <w:rFonts w:ascii="Corbel" w:hAnsi="Corbel"/>
                <w:sz w:val="24"/>
                <w:szCs w:val="24"/>
              </w:rPr>
              <w:lastRenderedPageBreak/>
              <w:t>Uniwersytetu Warszawskiego, Warszawa 2022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F36AF2F" w14:textId="6DF4519D" w:rsidR="00B80FE8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Pr="008F6EB9">
              <w:rPr>
                <w:rFonts w:ascii="Corbel" w:hAnsi="Corbel"/>
                <w:sz w:val="24"/>
                <w:szCs w:val="24"/>
              </w:rPr>
              <w:t>Psychologia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enitencjarna</w:t>
            </w:r>
            <w:r w:rsidR="002E5818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4C9B5743" w14:textId="21626521" w:rsidR="00957EC0" w:rsidRPr="00B40C9D" w:rsidRDefault="00957EC0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Ciosek M., </w:t>
            </w:r>
            <w:r w:rsidR="00B40C9D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sądowa i penitencjarna. </w:t>
            </w:r>
            <w:r w:rsidR="00B40C9D">
              <w:rPr>
                <w:rFonts w:ascii="Corbel" w:hAnsi="Corbel"/>
                <w:sz w:val="24"/>
                <w:szCs w:val="24"/>
              </w:rPr>
              <w:t xml:space="preserve">Wydawnictwa Prawnicze PWN, </w:t>
            </w:r>
            <w:r w:rsidR="008E56DA">
              <w:rPr>
                <w:rFonts w:ascii="Corbel" w:hAnsi="Corbel"/>
                <w:sz w:val="24"/>
                <w:szCs w:val="24"/>
              </w:rPr>
              <w:t>Warszawa 2001.</w:t>
            </w:r>
          </w:p>
          <w:p w14:paraId="3EBE608F" w14:textId="5FA9AD80" w:rsidR="00A14E4F" w:rsidRPr="000857F0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Kobieta w więzieniu i jej resocjalizacja – zamierzenia </w:t>
            </w:r>
            <w:r w:rsidR="00B97C71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 rzeczywistość. </w:t>
            </w:r>
            <w:r>
              <w:rPr>
                <w:rFonts w:ascii="Corbel" w:hAnsi="Corbel"/>
                <w:sz w:val="24"/>
                <w:szCs w:val="24"/>
              </w:rPr>
              <w:t>Wydawnictwo Naukowe UAM, Poznań 2013.</w:t>
            </w:r>
          </w:p>
          <w:p w14:paraId="288B2159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7C8B0D2C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Ejchart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-Dubois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Rzepliński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Dożywotnie pozbawienie wolności. Zabójca, jego zbrodnia i kara.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7D8559E0" w14:textId="77777777" w:rsidR="00A14E4F" w:rsidRPr="005D1920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Klimczak J.,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Kryminologia zła. Dożywotnie więzienie okiem ekspertów. </w:t>
            </w:r>
            <w:r>
              <w:rPr>
                <w:rFonts w:ascii="Corbel" w:hAnsi="Corbel"/>
                <w:sz w:val="24"/>
                <w:szCs w:val="24"/>
              </w:rPr>
              <w:t>Wydawnictwa Uniwersytetu Warszawskiego, Warszawa2020.</w:t>
            </w:r>
          </w:p>
          <w:p w14:paraId="7FD5E12E" w14:textId="0B71F9C5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 w:rsidR="00B97C71">
              <w:rPr>
                <w:rFonts w:ascii="Corbel" w:hAnsi="Corbel"/>
                <w:i/>
                <w:sz w:val="24"/>
                <w:szCs w:val="24"/>
              </w:rPr>
              <w:br/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 polskim systemie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penitencjarnym. Aspekty prawne.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14:paraId="4B2C96D3" w14:textId="77777777" w:rsidR="00A14E4F" w:rsidRPr="00963682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Więzienie jako instytucja karna i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resocjalizacyjna.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08A2F2E6" w14:textId="77777777" w:rsidR="00A14E4F" w:rsidRPr="00775657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6E4D17A7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Szaszkiewicz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Tajemnice grypserki. </w:t>
            </w:r>
            <w:r>
              <w:rPr>
                <w:rFonts w:ascii="Corbel" w:hAnsi="Corbel"/>
                <w:sz w:val="24"/>
                <w:szCs w:val="24"/>
              </w:rPr>
              <w:t>Instytut Ekspertyz Sądowych, Kraków 1997.</w:t>
            </w:r>
          </w:p>
          <w:p w14:paraId="1E91410E" w14:textId="77777777" w:rsidR="00A14E4F" w:rsidRPr="001103A9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Prawo karne wykonawcze i polityka penitencjarna. </w:t>
            </w:r>
            <w:r>
              <w:rPr>
                <w:rFonts w:ascii="Corbel" w:hAnsi="Corbel"/>
                <w:sz w:val="24"/>
                <w:szCs w:val="24"/>
              </w:rPr>
              <w:t>LEX a Wolters Kluwer business, Warszawa 2014.</w:t>
            </w:r>
          </w:p>
          <w:p w14:paraId="403C120A" w14:textId="77777777"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1F56E73A" w14:textId="77777777" w:rsidR="00EE1519" w:rsidRDefault="00B80FE8" w:rsidP="00EE151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6CF30954" w14:textId="48CE5D2D" w:rsidR="00EE1519" w:rsidRDefault="00EE1519" w:rsidP="00EE15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D502F2">
              <w:rPr>
                <w:rFonts w:ascii="Corbel" w:hAnsi="Corbel"/>
                <w:i/>
                <w:iCs/>
                <w:sz w:val="24"/>
                <w:szCs w:val="24"/>
              </w:rPr>
              <w:t>(t.j.: Dz. U. z 2021 r. poz. 53, 472, 1236, 2054, z 2022 r. poz. 22).</w:t>
            </w:r>
          </w:p>
          <w:p w14:paraId="4401A2A0" w14:textId="77777777" w:rsidR="00EE1519" w:rsidRPr="002869A3" w:rsidRDefault="00EE1519" w:rsidP="00EE1519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t>Zarządzenie Dyrektora Generalnego Służby Więziennej z dnia 14 kwietnia 2016 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5B8CE8A4" w14:textId="181C68FB" w:rsidR="00EE1519" w:rsidRPr="002869A3" w:rsidRDefault="00EE1519" w:rsidP="00EE1519">
            <w:pPr>
              <w:spacing w:after="0" w:line="240" w:lineRule="auto"/>
              <w:rPr>
                <w:rFonts w:ascii="Corbel" w:hAnsi="Corbel"/>
                <w:i/>
                <w:iCs/>
                <w:szCs w:val="24"/>
              </w:rPr>
            </w:pP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t xml:space="preserve">Rozporządzenie MS z dnia 19 września 2017 r. w sprawie </w:t>
            </w: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Funduszu Pomocy Pokrzywdzonym oraz Pomocy Postpenitencjarnej – </w:t>
            </w: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br/>
              <w:t>Funduszu Sprawiedliwości.</w:t>
            </w:r>
          </w:p>
        </w:tc>
      </w:tr>
      <w:tr w:rsidR="0085747A" w:rsidRPr="009C54AE" w14:paraId="2EB49B51" w14:textId="77777777" w:rsidTr="0071620A">
        <w:trPr>
          <w:trHeight w:val="397"/>
        </w:trPr>
        <w:tc>
          <w:tcPr>
            <w:tcW w:w="7513" w:type="dxa"/>
          </w:tcPr>
          <w:p w14:paraId="08A50656" w14:textId="77777777"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99CAB55" w14:textId="77777777" w:rsidR="00A14E4F" w:rsidRDefault="00A14E4F" w:rsidP="001600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0A65D51E" w14:textId="77777777" w:rsidR="00A14E4F" w:rsidRPr="00E25D53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7FAD8F79" w14:textId="2E87AE1E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 w:rsidR="00B97C71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40662246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293DA116" w14:textId="77777777" w:rsidR="00A14E4F" w:rsidRDefault="00A14E4F" w:rsidP="004822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Grzesiak S.,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Praca penitencjarna z więźniami seniorami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ATUT, Wrocław 2013.</w:t>
            </w:r>
          </w:p>
          <w:p w14:paraId="3C5991AC" w14:textId="262F8D8A" w:rsidR="00A14E4F" w:rsidRPr="00963682" w:rsidRDefault="00A14E4F" w:rsidP="001441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Konikowska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-Kuczyńska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Wykonywanie kary pozbawienia wolności </w:t>
            </w:r>
            <w:r w:rsidR="00B97C71">
              <w:rPr>
                <w:rFonts w:ascii="Corbel" w:hAnsi="Corbel"/>
                <w:i/>
                <w:sz w:val="24"/>
                <w:szCs w:val="24"/>
              </w:rPr>
              <w:br/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w systemie terapeutycznym wobec skazanych uzależnionych od środków odurzających </w:t>
            </w:r>
            <w:r>
              <w:rPr>
                <w:rFonts w:ascii="Corbel" w:hAnsi="Corbel"/>
                <w:i/>
                <w:sz w:val="24"/>
                <w:szCs w:val="24"/>
              </w:rPr>
              <w:t>lub substancji psychotropowych.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963682">
              <w:rPr>
                <w:rFonts w:ascii="Corbel" w:hAnsi="Corbel"/>
                <w:sz w:val="24"/>
                <w:szCs w:val="24"/>
              </w:rPr>
              <w:t>C.H. Beck, Warszawa 2015.</w:t>
            </w:r>
          </w:p>
          <w:p w14:paraId="533654AA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Majcher S.,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Dlaczego za kratami. Poruszające historie więźniów. </w:t>
            </w:r>
            <w:r>
              <w:rPr>
                <w:rFonts w:ascii="Corbel" w:hAnsi="Corbel"/>
                <w:sz w:val="24"/>
                <w:szCs w:val="24"/>
              </w:rPr>
              <w:t>Wydawnictwo WAM, Kraków 2013.</w:t>
            </w:r>
          </w:p>
          <w:p w14:paraId="665AEE26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  <w:p w14:paraId="496F1354" w14:textId="77777777" w:rsidR="00A14E4F" w:rsidRDefault="00A14E4F" w:rsidP="001441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Nawój A.,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Wykonywanie kary pozbawienia wolności w system</w:t>
            </w:r>
            <w:r>
              <w:rPr>
                <w:rFonts w:ascii="Corbel" w:hAnsi="Corbel"/>
                <w:i/>
                <w:sz w:val="24"/>
                <w:szCs w:val="24"/>
              </w:rPr>
              <w:t>ie programowanego oddziaływania.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Wydawnictwo UŁ, Łódź 2007.</w:t>
            </w:r>
          </w:p>
          <w:p w14:paraId="45454A18" w14:textId="77777777" w:rsidR="00A14E4F" w:rsidRPr="00F8499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Niewiadomska I.,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Osobowościowe uwarunkowania skutecz</w:t>
            </w:r>
            <w:r>
              <w:rPr>
                <w:rFonts w:ascii="Corbel" w:hAnsi="Corbel"/>
                <w:i/>
                <w:sz w:val="24"/>
                <w:szCs w:val="24"/>
              </w:rPr>
              <w:t>ności kary pozbawienia wolności.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KUL, Lublin 2007.</w:t>
            </w:r>
          </w:p>
          <w:p w14:paraId="0E3846A0" w14:textId="77777777" w:rsidR="00A14E4F" w:rsidRDefault="00A14E4F" w:rsidP="001600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Rzepliński A., Rzeplińska I., </w:t>
            </w: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M., Wiktorowska P.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Pozbawienie wolności – funkcje i koszty.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14:paraId="1FFA1BAE" w14:textId="77777777" w:rsidR="00A14E4F" w:rsidRDefault="00A14E4F" w:rsidP="001600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Szczepaniak P.,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Sprawiedliwość naprawcza w resocjalizacji więźniów,</w:t>
            </w:r>
            <w:r>
              <w:rPr>
                <w:rFonts w:ascii="Corbel" w:hAnsi="Corbel"/>
                <w:sz w:val="24"/>
                <w:szCs w:val="24"/>
              </w:rPr>
              <w:t xml:space="preserve"> Wydawnictwo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UW, Warszawa 2016.</w:t>
            </w:r>
          </w:p>
          <w:p w14:paraId="5904947D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Tyberski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mój brat Morderca, </w:t>
            </w:r>
            <w:r>
              <w:rPr>
                <w:rFonts w:ascii="Corbel" w:hAnsi="Corbel"/>
                <w:sz w:val="24"/>
                <w:szCs w:val="24"/>
              </w:rPr>
              <w:t xml:space="preserve">Wydawnictwo Fides, Kraków 2017. </w:t>
            </w:r>
          </w:p>
          <w:p w14:paraId="2F6AC92D" w14:textId="1FC154AE" w:rsidR="00160073" w:rsidRPr="00F8499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i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DCD0E" w14:textId="77777777" w:rsidR="003043D7" w:rsidRDefault="003043D7" w:rsidP="00C16ABF">
      <w:pPr>
        <w:spacing w:after="0" w:line="240" w:lineRule="auto"/>
      </w:pPr>
      <w:r>
        <w:separator/>
      </w:r>
    </w:p>
  </w:endnote>
  <w:endnote w:type="continuationSeparator" w:id="0">
    <w:p w14:paraId="5E214FC9" w14:textId="77777777" w:rsidR="003043D7" w:rsidRDefault="003043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044D7" w14:textId="77777777" w:rsidR="003043D7" w:rsidRDefault="003043D7" w:rsidP="00C16ABF">
      <w:pPr>
        <w:spacing w:after="0" w:line="240" w:lineRule="auto"/>
      </w:pPr>
      <w:r>
        <w:separator/>
      </w:r>
    </w:p>
  </w:footnote>
  <w:footnote w:type="continuationSeparator" w:id="0">
    <w:p w14:paraId="37EFBB64" w14:textId="77777777" w:rsidR="003043D7" w:rsidRDefault="003043D7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5109"/>
    <w:multiLevelType w:val="multilevel"/>
    <w:tmpl w:val="3D625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2B53A3"/>
    <w:multiLevelType w:val="multilevel"/>
    <w:tmpl w:val="D8F4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E57934"/>
    <w:multiLevelType w:val="multilevel"/>
    <w:tmpl w:val="0192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1C8"/>
    <w:rsid w:val="00042A51"/>
    <w:rsid w:val="00042D2E"/>
    <w:rsid w:val="00043CC2"/>
    <w:rsid w:val="00044C82"/>
    <w:rsid w:val="000529B7"/>
    <w:rsid w:val="00070ED6"/>
    <w:rsid w:val="000742DC"/>
    <w:rsid w:val="00077805"/>
    <w:rsid w:val="00084C12"/>
    <w:rsid w:val="000857F0"/>
    <w:rsid w:val="0009462C"/>
    <w:rsid w:val="00094B12"/>
    <w:rsid w:val="00096C46"/>
    <w:rsid w:val="000A296F"/>
    <w:rsid w:val="000A2A28"/>
    <w:rsid w:val="000A518D"/>
    <w:rsid w:val="000A6A08"/>
    <w:rsid w:val="000B192D"/>
    <w:rsid w:val="000B28EE"/>
    <w:rsid w:val="000B3E37"/>
    <w:rsid w:val="000C062C"/>
    <w:rsid w:val="000C75DD"/>
    <w:rsid w:val="000D04B0"/>
    <w:rsid w:val="000F1241"/>
    <w:rsid w:val="000F1C57"/>
    <w:rsid w:val="000F246F"/>
    <w:rsid w:val="000F5615"/>
    <w:rsid w:val="00104AFD"/>
    <w:rsid w:val="001103A9"/>
    <w:rsid w:val="0012456C"/>
    <w:rsid w:val="00124BFF"/>
    <w:rsid w:val="0012560E"/>
    <w:rsid w:val="00127108"/>
    <w:rsid w:val="00134B13"/>
    <w:rsid w:val="0014411C"/>
    <w:rsid w:val="00146BC0"/>
    <w:rsid w:val="0014700C"/>
    <w:rsid w:val="0015277C"/>
    <w:rsid w:val="00153C41"/>
    <w:rsid w:val="00154381"/>
    <w:rsid w:val="00160073"/>
    <w:rsid w:val="001640A7"/>
    <w:rsid w:val="00164FA7"/>
    <w:rsid w:val="00166A03"/>
    <w:rsid w:val="001718A7"/>
    <w:rsid w:val="0017334F"/>
    <w:rsid w:val="001737CF"/>
    <w:rsid w:val="00176083"/>
    <w:rsid w:val="001770C7"/>
    <w:rsid w:val="00192F37"/>
    <w:rsid w:val="001A0D80"/>
    <w:rsid w:val="001A70D2"/>
    <w:rsid w:val="001D657B"/>
    <w:rsid w:val="001D7B54"/>
    <w:rsid w:val="001E0209"/>
    <w:rsid w:val="001F25E1"/>
    <w:rsid w:val="001F2CA2"/>
    <w:rsid w:val="002009F9"/>
    <w:rsid w:val="0020734B"/>
    <w:rsid w:val="002144C0"/>
    <w:rsid w:val="0022477D"/>
    <w:rsid w:val="002278A9"/>
    <w:rsid w:val="002336F9"/>
    <w:rsid w:val="0024028F"/>
    <w:rsid w:val="00244ABC"/>
    <w:rsid w:val="0025774B"/>
    <w:rsid w:val="00273107"/>
    <w:rsid w:val="00281FF2"/>
    <w:rsid w:val="002839C3"/>
    <w:rsid w:val="00285243"/>
    <w:rsid w:val="002857DE"/>
    <w:rsid w:val="002869A3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E5818"/>
    <w:rsid w:val="002E7FA3"/>
    <w:rsid w:val="002F02A3"/>
    <w:rsid w:val="002F19E9"/>
    <w:rsid w:val="002F4ABE"/>
    <w:rsid w:val="003018BA"/>
    <w:rsid w:val="0030395F"/>
    <w:rsid w:val="003043D7"/>
    <w:rsid w:val="00305C92"/>
    <w:rsid w:val="003151C5"/>
    <w:rsid w:val="003343CF"/>
    <w:rsid w:val="003459DC"/>
    <w:rsid w:val="00346FE9"/>
    <w:rsid w:val="0034759A"/>
    <w:rsid w:val="003503F6"/>
    <w:rsid w:val="003530DD"/>
    <w:rsid w:val="00363F78"/>
    <w:rsid w:val="003859B1"/>
    <w:rsid w:val="003919DA"/>
    <w:rsid w:val="003A0A5B"/>
    <w:rsid w:val="003A0B36"/>
    <w:rsid w:val="003A1176"/>
    <w:rsid w:val="003A3695"/>
    <w:rsid w:val="003C0BAE"/>
    <w:rsid w:val="003D18A9"/>
    <w:rsid w:val="003D6CE2"/>
    <w:rsid w:val="003E1941"/>
    <w:rsid w:val="003E2FE6"/>
    <w:rsid w:val="003E49D5"/>
    <w:rsid w:val="003F0E40"/>
    <w:rsid w:val="003F38C0"/>
    <w:rsid w:val="00414E3C"/>
    <w:rsid w:val="004173D1"/>
    <w:rsid w:val="0042053F"/>
    <w:rsid w:val="0042244A"/>
    <w:rsid w:val="0042745A"/>
    <w:rsid w:val="00431D5C"/>
    <w:rsid w:val="004362C6"/>
    <w:rsid w:val="00437FA2"/>
    <w:rsid w:val="00445970"/>
    <w:rsid w:val="00455797"/>
    <w:rsid w:val="0045729E"/>
    <w:rsid w:val="00461EFC"/>
    <w:rsid w:val="004652C2"/>
    <w:rsid w:val="004706D1"/>
    <w:rsid w:val="00471326"/>
    <w:rsid w:val="0047598D"/>
    <w:rsid w:val="00482218"/>
    <w:rsid w:val="004840FD"/>
    <w:rsid w:val="00490F7D"/>
    <w:rsid w:val="00491678"/>
    <w:rsid w:val="00492F98"/>
    <w:rsid w:val="004968E2"/>
    <w:rsid w:val="004A3EEA"/>
    <w:rsid w:val="004A4D1F"/>
    <w:rsid w:val="004C39F3"/>
    <w:rsid w:val="004D5282"/>
    <w:rsid w:val="004E2493"/>
    <w:rsid w:val="004F1551"/>
    <w:rsid w:val="004F55A3"/>
    <w:rsid w:val="0050496F"/>
    <w:rsid w:val="0051036C"/>
    <w:rsid w:val="00513B6F"/>
    <w:rsid w:val="00516510"/>
    <w:rsid w:val="00517C63"/>
    <w:rsid w:val="00526C94"/>
    <w:rsid w:val="005363C4"/>
    <w:rsid w:val="00536BDE"/>
    <w:rsid w:val="00543ACC"/>
    <w:rsid w:val="00561E93"/>
    <w:rsid w:val="0056696D"/>
    <w:rsid w:val="00572CB8"/>
    <w:rsid w:val="00573EF9"/>
    <w:rsid w:val="005761D3"/>
    <w:rsid w:val="0058063B"/>
    <w:rsid w:val="005840BB"/>
    <w:rsid w:val="0059484D"/>
    <w:rsid w:val="005A0855"/>
    <w:rsid w:val="005A0A74"/>
    <w:rsid w:val="005A3196"/>
    <w:rsid w:val="005B062B"/>
    <w:rsid w:val="005C080F"/>
    <w:rsid w:val="005C55E5"/>
    <w:rsid w:val="005C696A"/>
    <w:rsid w:val="005D1920"/>
    <w:rsid w:val="005D41A0"/>
    <w:rsid w:val="005D6AC6"/>
    <w:rsid w:val="005D6DDE"/>
    <w:rsid w:val="005E0126"/>
    <w:rsid w:val="005E51A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4A5"/>
    <w:rsid w:val="00670EE5"/>
    <w:rsid w:val="00671958"/>
    <w:rsid w:val="00675843"/>
    <w:rsid w:val="00696477"/>
    <w:rsid w:val="006B68B5"/>
    <w:rsid w:val="006D050F"/>
    <w:rsid w:val="006D6139"/>
    <w:rsid w:val="006E5D65"/>
    <w:rsid w:val="006F1282"/>
    <w:rsid w:val="006F1305"/>
    <w:rsid w:val="006F1FBC"/>
    <w:rsid w:val="006F31E2"/>
    <w:rsid w:val="00701E86"/>
    <w:rsid w:val="00706544"/>
    <w:rsid w:val="007072BA"/>
    <w:rsid w:val="0071620A"/>
    <w:rsid w:val="00724677"/>
    <w:rsid w:val="00725459"/>
    <w:rsid w:val="007327BD"/>
    <w:rsid w:val="00734608"/>
    <w:rsid w:val="0073655D"/>
    <w:rsid w:val="00745302"/>
    <w:rsid w:val="007461D6"/>
    <w:rsid w:val="00746EC8"/>
    <w:rsid w:val="00752E0E"/>
    <w:rsid w:val="00763BF1"/>
    <w:rsid w:val="00766FD4"/>
    <w:rsid w:val="00775657"/>
    <w:rsid w:val="0078168C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800855"/>
    <w:rsid w:val="00806FB7"/>
    <w:rsid w:val="0081554D"/>
    <w:rsid w:val="0081707E"/>
    <w:rsid w:val="00822BA6"/>
    <w:rsid w:val="00824EF4"/>
    <w:rsid w:val="008449B3"/>
    <w:rsid w:val="0085747A"/>
    <w:rsid w:val="008656DF"/>
    <w:rsid w:val="008757EB"/>
    <w:rsid w:val="00882095"/>
    <w:rsid w:val="00884922"/>
    <w:rsid w:val="00885F64"/>
    <w:rsid w:val="008917F9"/>
    <w:rsid w:val="008A45F7"/>
    <w:rsid w:val="008B3A8E"/>
    <w:rsid w:val="008C0CC0"/>
    <w:rsid w:val="008C19A9"/>
    <w:rsid w:val="008C379D"/>
    <w:rsid w:val="008C4DD4"/>
    <w:rsid w:val="008C5147"/>
    <w:rsid w:val="008C5359"/>
    <w:rsid w:val="008C5363"/>
    <w:rsid w:val="008D3DFB"/>
    <w:rsid w:val="008E3D4C"/>
    <w:rsid w:val="008E56DA"/>
    <w:rsid w:val="008E64F4"/>
    <w:rsid w:val="008F12C9"/>
    <w:rsid w:val="008F6E29"/>
    <w:rsid w:val="008F6EB9"/>
    <w:rsid w:val="00916123"/>
    <w:rsid w:val="00916188"/>
    <w:rsid w:val="009218A6"/>
    <w:rsid w:val="00923D7D"/>
    <w:rsid w:val="009249C9"/>
    <w:rsid w:val="00940CFD"/>
    <w:rsid w:val="009508DF"/>
    <w:rsid w:val="00950DAC"/>
    <w:rsid w:val="00954A07"/>
    <w:rsid w:val="00957EC0"/>
    <w:rsid w:val="00963682"/>
    <w:rsid w:val="0097190E"/>
    <w:rsid w:val="00975FCA"/>
    <w:rsid w:val="00985096"/>
    <w:rsid w:val="00997F14"/>
    <w:rsid w:val="009A78D9"/>
    <w:rsid w:val="009B1DA6"/>
    <w:rsid w:val="009C1331"/>
    <w:rsid w:val="009C3987"/>
    <w:rsid w:val="009C3E31"/>
    <w:rsid w:val="009C54AE"/>
    <w:rsid w:val="009C788E"/>
    <w:rsid w:val="009E3B41"/>
    <w:rsid w:val="009E52FF"/>
    <w:rsid w:val="009F2486"/>
    <w:rsid w:val="009F3C5C"/>
    <w:rsid w:val="009F4610"/>
    <w:rsid w:val="00A00ECC"/>
    <w:rsid w:val="00A14E4F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81377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253"/>
    <w:rsid w:val="00B06142"/>
    <w:rsid w:val="00B135B1"/>
    <w:rsid w:val="00B254F2"/>
    <w:rsid w:val="00B3130B"/>
    <w:rsid w:val="00B37245"/>
    <w:rsid w:val="00B40ADB"/>
    <w:rsid w:val="00B40C9D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90885"/>
    <w:rsid w:val="00B959E1"/>
    <w:rsid w:val="00B97C71"/>
    <w:rsid w:val="00B97E58"/>
    <w:rsid w:val="00BB2C76"/>
    <w:rsid w:val="00BB2FEC"/>
    <w:rsid w:val="00BB520A"/>
    <w:rsid w:val="00BD3869"/>
    <w:rsid w:val="00BD66E9"/>
    <w:rsid w:val="00BD6FF4"/>
    <w:rsid w:val="00BE2874"/>
    <w:rsid w:val="00BF2C41"/>
    <w:rsid w:val="00C058B4"/>
    <w:rsid w:val="00C05F44"/>
    <w:rsid w:val="00C131B5"/>
    <w:rsid w:val="00C16ABF"/>
    <w:rsid w:val="00C170AE"/>
    <w:rsid w:val="00C26CB7"/>
    <w:rsid w:val="00C324C1"/>
    <w:rsid w:val="00C33ADA"/>
    <w:rsid w:val="00C36992"/>
    <w:rsid w:val="00C44C3B"/>
    <w:rsid w:val="00C5585B"/>
    <w:rsid w:val="00C56036"/>
    <w:rsid w:val="00C5647A"/>
    <w:rsid w:val="00C61DC5"/>
    <w:rsid w:val="00C67E92"/>
    <w:rsid w:val="00C70A26"/>
    <w:rsid w:val="00C766DF"/>
    <w:rsid w:val="00C865A3"/>
    <w:rsid w:val="00C94B98"/>
    <w:rsid w:val="00CA2B96"/>
    <w:rsid w:val="00CA5089"/>
    <w:rsid w:val="00CA626D"/>
    <w:rsid w:val="00CB1F33"/>
    <w:rsid w:val="00CB42CB"/>
    <w:rsid w:val="00CB5D8D"/>
    <w:rsid w:val="00CD6897"/>
    <w:rsid w:val="00CE5BAC"/>
    <w:rsid w:val="00CF25BE"/>
    <w:rsid w:val="00CF78ED"/>
    <w:rsid w:val="00D02B25"/>
    <w:rsid w:val="00D02EBA"/>
    <w:rsid w:val="00D10BCC"/>
    <w:rsid w:val="00D17C3C"/>
    <w:rsid w:val="00D26B2C"/>
    <w:rsid w:val="00D352C9"/>
    <w:rsid w:val="00D425B2"/>
    <w:rsid w:val="00D428D6"/>
    <w:rsid w:val="00D502F2"/>
    <w:rsid w:val="00D552B2"/>
    <w:rsid w:val="00D608D1"/>
    <w:rsid w:val="00D74119"/>
    <w:rsid w:val="00D76F07"/>
    <w:rsid w:val="00D8075B"/>
    <w:rsid w:val="00D8678B"/>
    <w:rsid w:val="00D87DA9"/>
    <w:rsid w:val="00DA2114"/>
    <w:rsid w:val="00DE09C0"/>
    <w:rsid w:val="00DE4A14"/>
    <w:rsid w:val="00DF320D"/>
    <w:rsid w:val="00DF71C8"/>
    <w:rsid w:val="00E06CA2"/>
    <w:rsid w:val="00E129B8"/>
    <w:rsid w:val="00E21E7D"/>
    <w:rsid w:val="00E22FBC"/>
    <w:rsid w:val="00E24BF5"/>
    <w:rsid w:val="00E25338"/>
    <w:rsid w:val="00E2583B"/>
    <w:rsid w:val="00E25D53"/>
    <w:rsid w:val="00E4104A"/>
    <w:rsid w:val="00E51E44"/>
    <w:rsid w:val="00E63348"/>
    <w:rsid w:val="00E747CE"/>
    <w:rsid w:val="00E77E88"/>
    <w:rsid w:val="00E800B8"/>
    <w:rsid w:val="00E8107D"/>
    <w:rsid w:val="00E91564"/>
    <w:rsid w:val="00E960BB"/>
    <w:rsid w:val="00E968F2"/>
    <w:rsid w:val="00EA078E"/>
    <w:rsid w:val="00EA2074"/>
    <w:rsid w:val="00EA4832"/>
    <w:rsid w:val="00EA4E9D"/>
    <w:rsid w:val="00EC4899"/>
    <w:rsid w:val="00ED03AB"/>
    <w:rsid w:val="00ED32D2"/>
    <w:rsid w:val="00EE1519"/>
    <w:rsid w:val="00EE32DE"/>
    <w:rsid w:val="00EE5457"/>
    <w:rsid w:val="00F070AB"/>
    <w:rsid w:val="00F1105F"/>
    <w:rsid w:val="00F17567"/>
    <w:rsid w:val="00F27A7B"/>
    <w:rsid w:val="00F407B5"/>
    <w:rsid w:val="00F4389B"/>
    <w:rsid w:val="00F526AF"/>
    <w:rsid w:val="00F57CD0"/>
    <w:rsid w:val="00F616A3"/>
    <w:rsid w:val="00F617C3"/>
    <w:rsid w:val="00F64581"/>
    <w:rsid w:val="00F6762A"/>
    <w:rsid w:val="00F7066B"/>
    <w:rsid w:val="00F81B0B"/>
    <w:rsid w:val="00F83B28"/>
    <w:rsid w:val="00F8499F"/>
    <w:rsid w:val="00FA46E5"/>
    <w:rsid w:val="00FA5C59"/>
    <w:rsid w:val="00FB7DBA"/>
    <w:rsid w:val="00FC1C25"/>
    <w:rsid w:val="00FC3F45"/>
    <w:rsid w:val="00FD503F"/>
    <w:rsid w:val="00FD709C"/>
    <w:rsid w:val="00FD7589"/>
    <w:rsid w:val="00FF016A"/>
    <w:rsid w:val="00FF1401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E747C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E747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07DBD-344D-4F9A-95F7-E71AE3071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2018</Words>
  <Characters>12109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2022-05-05T10:13:00Z</dcterms:created>
  <dcterms:modified xsi:type="dcterms:W3CDTF">2022-06-22T15:16:00Z</dcterms:modified>
</cp:coreProperties>
</file>